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146CBC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6E4F2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22.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146CBC" w:rsidRDefault="00D0461E" w:rsidP="006E4F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4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Уједињено  Краљевсрво </w:t>
            </w:r>
            <w:r w:rsidR="007446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="006E4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E4F22" w:rsidRPr="006E4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Француска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AE52CB" w:rsidRDefault="00D0461E" w:rsidP="00AE52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AE52CB" w:rsidRPr="00AE5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AE52CB" w:rsidP="006E4F2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Утврдити  основне  географске  одлике  </w:t>
            </w:r>
            <w:r w:rsidR="006E4F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Западне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Европе</w:t>
            </w:r>
            <w:r w:rsidR="003976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 појединих  држава  регије.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6E4F22" w:rsidRDefault="0004179F" w:rsidP="006E4F2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4760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Утврђивање  основних  географских  одлика  </w:t>
            </w:r>
            <w:r w:rsidR="006E4F22">
              <w:rPr>
                <w:rFonts w:ascii="Times New Roman" w:hAnsi="Times New Roman"/>
                <w:sz w:val="24"/>
                <w:szCs w:val="24"/>
                <w:lang w:val="sr-Cyrl-CS"/>
              </w:rPr>
              <w:t>УК  и  Француске</w:t>
            </w:r>
          </w:p>
          <w:p w:rsidR="00A4760C" w:rsidRPr="00A4760C" w:rsidRDefault="0004179F" w:rsidP="006E4F2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146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46CBC" w:rsidRPr="00146CB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 окружењу и њихове повезаности, развити код ученика географски начин мишљења, способност упоређивања, посматрања, закључивања</w:t>
            </w:r>
            <w:r w:rsidR="00A476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D0461E" w:rsidRPr="00B37DAE" w:rsidTr="00976108">
        <w:trPr>
          <w:trHeight w:val="1042"/>
        </w:trPr>
        <w:tc>
          <w:tcPr>
            <w:tcW w:w="9576" w:type="dxa"/>
            <w:shd w:val="clear" w:color="auto" w:fill="FFFFFF" w:themeFill="background1"/>
          </w:tcPr>
          <w:p w:rsidR="00A4760C" w:rsidRDefault="00D0461E" w:rsidP="00A4760C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6E4F22" w:rsidRDefault="00F13E9B" w:rsidP="006E4F2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F13E9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A4760C" w:rsidRPr="00A4760C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-</w:t>
            </w:r>
            <w:r w:rsidR="006E4F22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разуме  основне  географске  одлике  УК   и  Француске</w:t>
            </w:r>
          </w:p>
          <w:p w:rsidR="006E4F22" w:rsidRDefault="006E4F22" w:rsidP="006E4F2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-на  географској  кари  препозна  основне географске објекта  УК  и  Француске</w:t>
            </w:r>
          </w:p>
          <w:p w:rsidR="006E4F22" w:rsidRPr="006E4F22" w:rsidRDefault="006E4F22" w:rsidP="006E4F2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-на немој  карти  представи на одговарајући начин  тражене географске  објекте  УК  и  Француске</w:t>
            </w:r>
          </w:p>
          <w:p w:rsidR="00D0461E" w:rsidRPr="00F13E9B" w:rsidRDefault="00D0461E" w:rsidP="00215F21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A4760C" w:rsidRDefault="009B224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ГЕ1.1.3. Препознаје  и чита  географске и  до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пунске  елементе  карте</w:t>
            </w:r>
          </w:p>
          <w:p w:rsidR="009B224E" w:rsidRDefault="009B224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1.4.1 Препознаје  основне  природно-географске  и  друштвено-географске  одлике  </w:t>
            </w:r>
          </w:p>
          <w:p w:rsidR="006E4F22" w:rsidRDefault="006E4F22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УК  и  Француске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530636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 положај  места  и  тачака на  географској  картри- планина,  низија,  река  и градова.</w:t>
            </w:r>
          </w:p>
          <w:p w:rsidR="009B224E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2.1.3.Прпознаје  и  објашњава  географске  чињенице представљене  моделом, сликом графиком, табелом.</w:t>
            </w:r>
          </w:p>
          <w:p w:rsidR="00657717" w:rsidRPr="009B224E" w:rsidRDefault="00657717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ГЕ2.4.1.Описује  природне  и  друштвене  одлике  </w:t>
            </w:r>
            <w:r w:rsidR="000159F4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УК  и  Француске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F13E9B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ГЕ3.1.1.Анализира  географску  карту  и  доноси  закључке  о  географском  положају  </w:t>
            </w:r>
          </w:p>
          <w:p w:rsidR="006E4F22" w:rsidRDefault="006E4F22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УК  и  Француске</w:t>
            </w:r>
          </w:p>
          <w:p w:rsidR="00530636" w:rsidRPr="006E4F22" w:rsidRDefault="00657717" w:rsidP="006E4F2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 3.4.1.Објашњава  геогр</w:t>
            </w:r>
            <w:r w:rsidR="006E4F2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афске  везе  и  законитости   на  простору  УК  и  Француске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A4760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4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</w:t>
            </w:r>
            <w:r w:rsidR="006E4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рад  са  немом  картом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 w:rsidP="006E4F2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илустративно-демонстрациона, дијалошка, </w:t>
            </w:r>
            <w:r w:rsidR="00A4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рад  на  </w:t>
            </w:r>
            <w:r w:rsidR="006E4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A4760C" w:rsidRDefault="00545C96" w:rsidP="00A476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</w:t>
            </w:r>
            <w:r w:rsidR="00A4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Завода  за  уџбенике,  Београд.</w:t>
            </w:r>
            <w:r w:rsidR="008A7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F3678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сторија, , информатика и рачунарство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ликовна  култура.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0A4F92" w:rsidRDefault="00A4760C" w:rsidP="006E4F2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Обавештавамо  ученике  да  ће  се  утврђивање  гра</w:t>
            </w:r>
            <w:r w:rsidR="006E4F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дива  обавити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вежбом на немој  карти </w:t>
            </w:r>
            <w:r w:rsidR="007801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6E4F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Западне  Европе  у  Вежбанци  за  географију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0159F4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прво  </w:t>
            </w:r>
            <w:r w:rsidR="000159F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раде    задатке  дате  на  немој  карти  Западне </w:t>
            </w:r>
            <w:r w:rsidR="00274DE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Европе (стр.  12 у  Вежбанци).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Сапштавамо ученицима следеће задатке  које  треба  да  ураде на немој  карти: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---упиши    појмове  на  одговарајуће место на немој карти: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-Ламанш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                     -Бикскајски  залив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-Ирско море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-Велс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-Централни масив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-полуострво  Бретања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-острва  Хебриди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-Марсеј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-Лондон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-Северно море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---обоји  на  карти: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-Северну  Ирску</w:t>
            </w:r>
          </w:p>
          <w:p w:rsidR="007801EE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-острво  Корзика</w:t>
            </w:r>
          </w:p>
          <w:p w:rsidR="00274DE2" w:rsidRDefault="007801EE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-једину  континенталну  земљу  Западне  Европе</w:t>
            </w:r>
            <w:r w:rsidR="00274DE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</w:t>
            </w:r>
          </w:p>
          <w:p w:rsidR="0039765D" w:rsidRPr="00274DE2" w:rsidRDefault="0039765D" w:rsidP="007801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Pr="000A4F92" w:rsidRDefault="007801EE" w:rsidP="00787427">
            <w:pPr>
              <w:shd w:val="clear" w:color="auto" w:fill="FFFFFF"/>
              <w:spacing w:before="5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Евалуација тачности урађених </w:t>
            </w:r>
            <w:r w:rsidR="003976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9765D" w:rsidRPr="003976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појмова на немој карти</w:t>
            </w:r>
            <w:r w:rsidR="003976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Default="00B80B2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567AA5" w:rsidRDefault="000A4F92" w:rsidP="0039765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                         </w:t>
            </w:r>
            <w:r w:rsidR="0078742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</w:p>
          <w:p w:rsidR="00D6605E" w:rsidRPr="008A7B15" w:rsidRDefault="00D6605E" w:rsidP="0039765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6F9A"/>
    <w:multiLevelType w:val="hybridMultilevel"/>
    <w:tmpl w:val="11847C56"/>
    <w:lvl w:ilvl="0" w:tplc="EDEE65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159F4"/>
    <w:rsid w:val="0004179F"/>
    <w:rsid w:val="00074E6B"/>
    <w:rsid w:val="000A4F92"/>
    <w:rsid w:val="000D1454"/>
    <w:rsid w:val="00146CBC"/>
    <w:rsid w:val="00177289"/>
    <w:rsid w:val="001C6C13"/>
    <w:rsid w:val="001D57CA"/>
    <w:rsid w:val="00215F21"/>
    <w:rsid w:val="002217C3"/>
    <w:rsid w:val="002365E8"/>
    <w:rsid w:val="00274DE2"/>
    <w:rsid w:val="003321C2"/>
    <w:rsid w:val="00391413"/>
    <w:rsid w:val="0039765D"/>
    <w:rsid w:val="003A7B13"/>
    <w:rsid w:val="003C170C"/>
    <w:rsid w:val="003F1D6D"/>
    <w:rsid w:val="0045123D"/>
    <w:rsid w:val="00455A17"/>
    <w:rsid w:val="00466279"/>
    <w:rsid w:val="00491F36"/>
    <w:rsid w:val="004C7CD5"/>
    <w:rsid w:val="00530636"/>
    <w:rsid w:val="00545C96"/>
    <w:rsid w:val="00567AA5"/>
    <w:rsid w:val="005F4602"/>
    <w:rsid w:val="005F784B"/>
    <w:rsid w:val="00605D58"/>
    <w:rsid w:val="00606767"/>
    <w:rsid w:val="00657717"/>
    <w:rsid w:val="00664F16"/>
    <w:rsid w:val="00670648"/>
    <w:rsid w:val="006E4F22"/>
    <w:rsid w:val="006F2937"/>
    <w:rsid w:val="0074465B"/>
    <w:rsid w:val="007801EE"/>
    <w:rsid w:val="00787427"/>
    <w:rsid w:val="007906D8"/>
    <w:rsid w:val="007E6623"/>
    <w:rsid w:val="0080459B"/>
    <w:rsid w:val="00813711"/>
    <w:rsid w:val="00854D2A"/>
    <w:rsid w:val="008A7B15"/>
    <w:rsid w:val="008F0F0B"/>
    <w:rsid w:val="00942ED0"/>
    <w:rsid w:val="0094301B"/>
    <w:rsid w:val="0096516D"/>
    <w:rsid w:val="00976108"/>
    <w:rsid w:val="009B224E"/>
    <w:rsid w:val="009F2F46"/>
    <w:rsid w:val="00A17F87"/>
    <w:rsid w:val="00A45210"/>
    <w:rsid w:val="00A4760C"/>
    <w:rsid w:val="00A47E59"/>
    <w:rsid w:val="00AB78A4"/>
    <w:rsid w:val="00AE52CB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461E"/>
    <w:rsid w:val="00D6605E"/>
    <w:rsid w:val="00DB15CC"/>
    <w:rsid w:val="00DE65D7"/>
    <w:rsid w:val="00E4334D"/>
    <w:rsid w:val="00EC77F2"/>
    <w:rsid w:val="00F05659"/>
    <w:rsid w:val="00F137B9"/>
    <w:rsid w:val="00F13E9B"/>
    <w:rsid w:val="00F36783"/>
    <w:rsid w:val="00F57D30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8ED3E0-D540-4E2B-8431-B53913357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cp:lastPrinted>2020-06-23T12:52:00Z</cp:lastPrinted>
  <dcterms:created xsi:type="dcterms:W3CDTF">2020-07-02T13:03:00Z</dcterms:created>
  <dcterms:modified xsi:type="dcterms:W3CDTF">2020-07-03T10:53:00Z</dcterms:modified>
</cp:coreProperties>
</file>